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A1" w:rsidRDefault="004B0281" w:rsidP="004B33E9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>
        <w:t xml:space="preserve">Your Name Surname Week </w:t>
      </w:r>
      <w:r w:rsidR="00D44779">
        <w:t>0</w:t>
      </w:r>
      <w:r w:rsidR="00470410">
        <w:t>9</w:t>
      </w:r>
      <w:r w:rsidR="003C1A37" w:rsidRPr="003C1A37">
        <w:t xml:space="preserve"> B1 </w:t>
      </w:r>
      <w:r w:rsidR="003C1A37">
        <w:t>EOI 2008</w:t>
      </w:r>
      <w:r w:rsidR="00D44779">
        <w:t xml:space="preserve"> </w:t>
      </w:r>
      <w:r w:rsidR="00470410">
        <w:t>H</w:t>
      </w:r>
      <w:r w:rsidR="00470410" w:rsidRPr="00470410">
        <w:t>O</w:t>
      </w:r>
      <w:r w:rsidR="00470410">
        <w:t>LID</w:t>
      </w:r>
      <w:r w:rsidR="00470410" w:rsidRPr="00470410">
        <w:t>AY</w:t>
      </w:r>
      <w:r w:rsidR="00470410">
        <w:t xml:space="preserve"> COMPLAINT</w:t>
      </w:r>
    </w:p>
    <w:bookmarkEnd w:id="1"/>
    <w:p w:rsidR="00E336DB" w:rsidRDefault="00BB43A1" w:rsidP="004B33E9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  <w:pPrChange w:id="2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p w:rsidR="00196ABE" w:rsidRDefault="00D44779">
      <w:r>
        <w:rPr>
          <w:noProof/>
          <w:lang w:val="en-US" w:eastAsia="en-US"/>
        </w:rPr>
        <w:drawing>
          <wp:inline distT="0" distB="0" distL="0" distR="0">
            <wp:extent cx="5266690" cy="3900805"/>
            <wp:effectExtent l="0" t="0" r="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39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37" w:rsidRPr="003C1A37" w:rsidRDefault="003C1A37">
      <w:r>
        <w:t>(150 words max.  Please check the word count before sending)</w:t>
      </w:r>
    </w:p>
    <w:sectPr w:rsidR="003C1A37" w:rsidRPr="003C1A37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79"/>
    <w:rsid w:val="00134F31"/>
    <w:rsid w:val="00196ABE"/>
    <w:rsid w:val="003C1A37"/>
    <w:rsid w:val="00470410"/>
    <w:rsid w:val="004B0281"/>
    <w:rsid w:val="004B33E9"/>
    <w:rsid w:val="004D1294"/>
    <w:rsid w:val="0071259B"/>
    <w:rsid w:val="00831AD4"/>
    <w:rsid w:val="00844BEE"/>
    <w:rsid w:val="00B17643"/>
    <w:rsid w:val="00BB43A1"/>
    <w:rsid w:val="00C413DC"/>
    <w:rsid w:val="00D44779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09%20EOI%202008%20HOLIDAY%20COMPLAINT:Your%20Name%20Surname%20Week%209%20B1%20EOI%202008-HOLIDAY%20COMPLAI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9 B1 EOI 2008-HOLIDAY COMPLAINT.dot</Template>
  <TotalTime>0</TotalTime>
  <Pages>1</Pages>
  <Words>28</Words>
  <Characters>161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9 B1 EOI 2008-HOLIDAY COMPLAINT</vt:lpstr>
      <vt:lpstr>(Make this the name of your file and the subject title of your email)</vt:lpstr>
    </vt:vector>
  </TitlesOfParts>
  <Company>goldsmiths college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1</cp:revision>
  <cp:lastPrinted>2014-10-16T21:36:00Z</cp:lastPrinted>
  <dcterms:created xsi:type="dcterms:W3CDTF">2014-12-06T08:29:00Z</dcterms:created>
  <dcterms:modified xsi:type="dcterms:W3CDTF">2014-12-06T08:29:00Z</dcterms:modified>
</cp:coreProperties>
</file>